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0" w:type="dxa"/>
        <w:tblInd w:w="-1075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3.35pt;margin-top:-56.4pt;width:450pt;height:53.5pt;z-index:251658240;mso-position-horizontal-relative:text;mso-position-vertical-relative:text" strokecolor="white">
                  <v:textbox>
                    <w:txbxContent>
                      <w:p w:rsidR="006E1934" w:rsidRPr="006C6CC6" w:rsidRDefault="006E1934" w:rsidP="006C6CC6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6C6CC6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Ответы на кроссворд по математике</w:t>
                        </w:r>
                      </w:p>
                      <w:p w:rsidR="006E1934" w:rsidRPr="006C6CC6" w:rsidRDefault="006E1934" w:rsidP="006C6CC6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6C6CC6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6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1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12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5</w:t>
            </w: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7</w:t>
            </w: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2</w:t>
            </w: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6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3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10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9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4</w:t>
            </w: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11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14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15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13</w:t>
            </w: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</w:pPr>
            <w:r w:rsidRPr="00F40B17">
              <w:rPr>
                <w:vertAlign w:val="superscript"/>
              </w:rPr>
              <w:t>8</w:t>
            </w: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  <w:tr w:rsidR="006E1934" w:rsidRPr="00F40B17" w:rsidTr="006C6CC6">
        <w:trPr>
          <w:trHeight w:hRule="exact" w:val="486"/>
        </w:trPr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  <w:tc>
          <w:tcPr>
            <w:tcW w:w="542" w:type="dxa"/>
            <w:shd w:val="clear" w:color="auto" w:fill="BBBBBB"/>
            <w:vAlign w:val="center"/>
          </w:tcPr>
          <w:p w:rsidR="006E1934" w:rsidRPr="00F40B17" w:rsidRDefault="006E1934">
            <w:pPr>
              <w:pStyle w:val="BodyText"/>
              <w:jc w:val="center"/>
            </w:pPr>
          </w:p>
        </w:tc>
      </w:tr>
    </w:tbl>
    <w:p w:rsidR="006E1934" w:rsidRDefault="006E1934">
      <w:pPr>
        <w:pStyle w:val="BodyText"/>
      </w:pPr>
    </w:p>
    <w:tbl>
      <w:tblPr>
        <w:tblW w:w="0" w:type="auto"/>
        <w:tblLook w:val="0000"/>
      </w:tblPr>
      <w:tblGrid>
        <w:gridCol w:w="2257"/>
        <w:gridCol w:w="1993"/>
      </w:tblGrid>
      <w:tr w:rsidR="006E1934" w:rsidRPr="006C6CC6">
        <w:tc>
          <w:tcPr>
            <w:tcW w:w="0" w:type="auto"/>
          </w:tcPr>
          <w:p w:rsidR="006E1934" w:rsidRPr="006C6CC6" w:rsidRDefault="006E1934">
            <w:pPr>
              <w:pStyle w:val="BodyText"/>
              <w:rPr>
                <w:color w:val="000080"/>
              </w:rPr>
            </w:pPr>
            <w:r w:rsidRPr="006C6CC6">
              <w:rPr>
                <w:color w:val="000080"/>
              </w:rPr>
              <w:t>По горизонтали:</w:t>
            </w:r>
          </w:p>
        </w:tc>
        <w:tc>
          <w:tcPr>
            <w:tcW w:w="0" w:type="auto"/>
          </w:tcPr>
          <w:p w:rsidR="006E1934" w:rsidRPr="006C6CC6" w:rsidRDefault="006E1934">
            <w:pPr>
              <w:pStyle w:val="BodyText"/>
              <w:rPr>
                <w:color w:val="000080"/>
              </w:rPr>
            </w:pPr>
            <w:r w:rsidRPr="006C6CC6">
              <w:rPr>
                <w:color w:val="000080"/>
              </w:rPr>
              <w:t>По вертикали:</w:t>
            </w:r>
          </w:p>
        </w:tc>
      </w:tr>
      <w:tr w:rsidR="006E1934" w:rsidRPr="006C6CC6">
        <w:tc>
          <w:tcPr>
            <w:tcW w:w="0" w:type="auto"/>
          </w:tcPr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1. параллелепипед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3. процент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6. окружность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8. сокращение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9. неправильная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10. циркуль</w:t>
            </w:r>
          </w:p>
          <w:p w:rsidR="006E1934" w:rsidRPr="006C6CC6" w:rsidRDefault="006E1934">
            <w:pPr>
              <w:pStyle w:val="BodyText"/>
              <w:rPr>
                <w:color w:val="000080"/>
              </w:rPr>
            </w:pPr>
            <w:r w:rsidRPr="006C6CC6">
              <w:rPr>
                <w:color w:val="000080"/>
              </w:rPr>
              <w:t>11. круг</w:t>
            </w:r>
          </w:p>
          <w:p w:rsidR="006E1934" w:rsidRPr="006C6CC6" w:rsidRDefault="006E1934">
            <w:pPr>
              <w:pStyle w:val="BodyText"/>
              <w:rPr>
                <w:color w:val="000080"/>
              </w:rPr>
            </w:pPr>
            <w:r w:rsidRPr="006C6CC6">
              <w:rPr>
                <w:color w:val="000080"/>
              </w:rPr>
              <w:t>15. частное</w:t>
            </w:r>
          </w:p>
        </w:tc>
        <w:tc>
          <w:tcPr>
            <w:tcW w:w="0" w:type="auto"/>
          </w:tcPr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2. прямая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4. транспортир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5. четыре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7. произведение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12. плюс</w:t>
            </w:r>
          </w:p>
          <w:p w:rsidR="006E1934" w:rsidRPr="006C6CC6" w:rsidRDefault="006E1934">
            <w:pPr>
              <w:pStyle w:val="BodyText"/>
              <w:rPr>
                <w:color w:val="000080"/>
                <w:lang w:val="ru-RU"/>
              </w:rPr>
            </w:pPr>
            <w:r w:rsidRPr="006C6CC6">
              <w:rPr>
                <w:color w:val="000080"/>
                <w:lang w:val="ru-RU"/>
              </w:rPr>
              <w:t>13. радиус</w:t>
            </w:r>
          </w:p>
          <w:p w:rsidR="006E1934" w:rsidRPr="006C6CC6" w:rsidRDefault="006E1934">
            <w:pPr>
              <w:pStyle w:val="BodyText"/>
              <w:rPr>
                <w:color w:val="000080"/>
              </w:rPr>
            </w:pPr>
            <w:r w:rsidRPr="006C6CC6">
              <w:rPr>
                <w:color w:val="000080"/>
              </w:rPr>
              <w:t>14. уравнение</w:t>
            </w:r>
          </w:p>
        </w:tc>
      </w:tr>
    </w:tbl>
    <w:p w:rsidR="006E1934" w:rsidRDefault="006E1934"/>
    <w:sectPr w:rsidR="006E1934" w:rsidSect="00D04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3C6049"/>
    <w:rsid w:val="004E29B3"/>
    <w:rsid w:val="00590D07"/>
    <w:rsid w:val="006C6CC6"/>
    <w:rsid w:val="006E1934"/>
    <w:rsid w:val="00784D58"/>
    <w:rsid w:val="008D6863"/>
    <w:rsid w:val="00B86B75"/>
    <w:rsid w:val="00BC48D5"/>
    <w:rsid w:val="00C36279"/>
    <w:rsid w:val="00D04030"/>
    <w:rsid w:val="00E315A3"/>
    <w:rsid w:val="00F4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ColorfulGrid-Accent1">
    <w:name w:val="Colorful Grid Accent 1"/>
    <w:basedOn w:val="TableNormal"/>
    <w:uiPriority w:val="99"/>
    <w:rsid w:val="008D686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ListBullet">
    <w:name w:val="List Bullet"/>
    <w:basedOn w:val="Normal"/>
    <w:uiPriority w:val="99"/>
    <w:rsid w:val="00784D58"/>
    <w:pPr>
      <w:numPr>
        <w:numId w:val="10"/>
      </w:numPr>
      <w:tabs>
        <w:tab w:val="clear" w:pos="1492"/>
        <w:tab w:val="num" w:pos="360"/>
      </w:tabs>
      <w:ind w:left="360"/>
      <w:contextualSpacing/>
    </w:pPr>
  </w:style>
  <w:style w:type="paragraph" w:styleId="ListNumber">
    <w:name w:val="List Number"/>
    <w:basedOn w:val="Normal"/>
    <w:uiPriority w:val="99"/>
    <w:rsid w:val="00784D58"/>
    <w:pPr>
      <w:numPr>
        <w:numId w:val="15"/>
      </w:numPr>
      <w:tabs>
        <w:tab w:val="clear" w:pos="1209"/>
        <w:tab w:val="num" w:pos="360"/>
      </w:tabs>
      <w:ind w:left="360"/>
      <w:contextualSpacing/>
    </w:pPr>
  </w:style>
  <w:style w:type="paragraph" w:styleId="BodyText">
    <w:name w:val="Body Text"/>
    <w:basedOn w:val="Normal"/>
    <w:link w:val="BodyTextChar"/>
    <w:uiPriority w:val="99"/>
    <w:rsid w:val="00BC48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99</Words>
  <Characters>568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2012-08-22T08:01:00Z</dcterms:created>
  <dcterms:modified xsi:type="dcterms:W3CDTF">2012-08-22T08:02:00Z</dcterms:modified>
</cp:coreProperties>
</file>